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E5184D" w14:textId="2D560919" w:rsidR="00A62F31" w:rsidRDefault="00A62F31" w:rsidP="00A62F31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58A7CBF0" w14:textId="77777777" w:rsidR="00A62F31" w:rsidRDefault="00A62F31" w:rsidP="00A62F31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6EC0EEEB" w14:textId="126885E3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A9AACAC" w14:textId="77777777" w:rsidR="00DC6D0C" w:rsidRPr="00A16363" w:rsidRDefault="0071620A" w:rsidP="002B09B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1636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16363">
        <w:rPr>
          <w:rFonts w:ascii="Corbel" w:hAnsi="Corbel"/>
          <w:i/>
          <w:smallCaps/>
          <w:sz w:val="24"/>
          <w:szCs w:val="24"/>
        </w:rPr>
        <w:t xml:space="preserve"> 2020-2023</w:t>
      </w:r>
    </w:p>
    <w:p w14:paraId="7FCF458C" w14:textId="27AC3B0A" w:rsidR="00445970" w:rsidRPr="00EA4832" w:rsidRDefault="00445970" w:rsidP="00A1636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16363">
        <w:rPr>
          <w:rFonts w:ascii="Corbel" w:hAnsi="Corbel"/>
          <w:sz w:val="20"/>
          <w:szCs w:val="20"/>
        </w:rPr>
        <w:t>R</w:t>
      </w:r>
      <w:r w:rsidR="00407713">
        <w:rPr>
          <w:rFonts w:ascii="Corbel" w:hAnsi="Corbel"/>
          <w:sz w:val="20"/>
          <w:szCs w:val="20"/>
        </w:rPr>
        <w:t>ok akademicki   202</w:t>
      </w:r>
      <w:r w:rsidR="00EE76D4">
        <w:rPr>
          <w:rFonts w:ascii="Corbel" w:hAnsi="Corbel"/>
          <w:sz w:val="20"/>
          <w:szCs w:val="20"/>
        </w:rPr>
        <w:t>2</w:t>
      </w:r>
      <w:r w:rsidR="00407713">
        <w:rPr>
          <w:rFonts w:ascii="Corbel" w:hAnsi="Corbel"/>
          <w:sz w:val="20"/>
          <w:szCs w:val="20"/>
        </w:rPr>
        <w:t>/202</w:t>
      </w:r>
      <w:r w:rsidR="00EE76D4">
        <w:rPr>
          <w:rFonts w:ascii="Corbel" w:hAnsi="Corbel"/>
          <w:sz w:val="20"/>
          <w:szCs w:val="20"/>
        </w:rPr>
        <w:t>3</w:t>
      </w:r>
    </w:p>
    <w:p w14:paraId="4DABFEC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5ACA8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E084FDB" w14:textId="77777777" w:rsidTr="00544316">
        <w:tc>
          <w:tcPr>
            <w:tcW w:w="2694" w:type="dxa"/>
            <w:vAlign w:val="center"/>
          </w:tcPr>
          <w:p w14:paraId="68185E8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9EF57CF" w14:textId="77777777" w:rsidR="0085747A" w:rsidRPr="009C54AE" w:rsidRDefault="002960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631">
              <w:rPr>
                <w:rFonts w:ascii="Corbel" w:hAnsi="Corbel"/>
                <w:b w:val="0"/>
                <w:sz w:val="24"/>
                <w:szCs w:val="24"/>
              </w:rPr>
              <w:t>Metody oceny efektywności inwestycji</w:t>
            </w:r>
          </w:p>
        </w:tc>
      </w:tr>
      <w:tr w:rsidR="0085747A" w:rsidRPr="009C54AE" w14:paraId="79190BA3" w14:textId="77777777" w:rsidTr="00544316">
        <w:tc>
          <w:tcPr>
            <w:tcW w:w="2694" w:type="dxa"/>
            <w:vAlign w:val="center"/>
          </w:tcPr>
          <w:p w14:paraId="5FEC4C1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30E049" w14:textId="77777777" w:rsidR="0085747A" w:rsidRPr="009C54AE" w:rsidRDefault="002960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B13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</w:t>
            </w:r>
            <w:proofErr w:type="spellStart"/>
            <w:r w:rsidRPr="00E35B13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EUB</w:t>
            </w:r>
            <w:proofErr w:type="spellEnd"/>
            <w:r w:rsidRPr="00E35B13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/C-1.8a</w:t>
            </w:r>
          </w:p>
        </w:tc>
      </w:tr>
      <w:tr w:rsidR="0085747A" w:rsidRPr="009C54AE" w14:paraId="4E5E7C43" w14:textId="77777777" w:rsidTr="00544316">
        <w:tc>
          <w:tcPr>
            <w:tcW w:w="2694" w:type="dxa"/>
            <w:vAlign w:val="center"/>
          </w:tcPr>
          <w:p w14:paraId="50E0521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8BB23F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4432BE8" w14:textId="77777777" w:rsidTr="00544316">
        <w:tc>
          <w:tcPr>
            <w:tcW w:w="2694" w:type="dxa"/>
            <w:vAlign w:val="center"/>
          </w:tcPr>
          <w:p w14:paraId="19D1FA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784948A" w14:textId="18F0A5E7" w:rsidR="0085747A" w:rsidRPr="00EE76D4" w:rsidRDefault="00EE76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E76D4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57D28AD" w14:textId="77777777" w:rsidTr="00544316">
        <w:tc>
          <w:tcPr>
            <w:tcW w:w="2694" w:type="dxa"/>
            <w:vAlign w:val="center"/>
          </w:tcPr>
          <w:p w14:paraId="3FF818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CFFF2D" w14:textId="77777777" w:rsidR="0085747A" w:rsidRPr="009C54AE" w:rsidRDefault="005443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1CB8175" w14:textId="77777777" w:rsidTr="00544316">
        <w:tc>
          <w:tcPr>
            <w:tcW w:w="2694" w:type="dxa"/>
            <w:vAlign w:val="center"/>
          </w:tcPr>
          <w:p w14:paraId="0D8E720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BA4A92" w14:textId="2163F474" w:rsidR="0085747A" w:rsidRPr="009C54AE" w:rsidRDefault="00544316" w:rsidP="005443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E76D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40F80CA" w14:textId="77777777" w:rsidTr="00544316">
        <w:tc>
          <w:tcPr>
            <w:tcW w:w="2694" w:type="dxa"/>
            <w:vAlign w:val="center"/>
          </w:tcPr>
          <w:p w14:paraId="773224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B872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1EA9FF0" w14:textId="77777777" w:rsidTr="00544316">
        <w:tc>
          <w:tcPr>
            <w:tcW w:w="2694" w:type="dxa"/>
            <w:vAlign w:val="center"/>
          </w:tcPr>
          <w:p w14:paraId="31CC78A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C3CC1FC" w14:textId="1C089653" w:rsidR="0085747A" w:rsidRPr="005A3BC6" w:rsidRDefault="005A3BC6" w:rsidP="002B09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A3BC6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48BE9FF5" w14:textId="77777777" w:rsidTr="00544316">
        <w:tc>
          <w:tcPr>
            <w:tcW w:w="2694" w:type="dxa"/>
            <w:vAlign w:val="center"/>
          </w:tcPr>
          <w:p w14:paraId="710687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280F834" w14:textId="77777777" w:rsidR="0085747A" w:rsidRPr="009C54AE" w:rsidRDefault="005443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2501B564" w14:textId="77777777" w:rsidTr="00544316">
        <w:tc>
          <w:tcPr>
            <w:tcW w:w="2694" w:type="dxa"/>
            <w:vAlign w:val="center"/>
          </w:tcPr>
          <w:p w14:paraId="540B554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D2F4A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1D22B32" w14:textId="77777777" w:rsidTr="00544316">
        <w:tc>
          <w:tcPr>
            <w:tcW w:w="2694" w:type="dxa"/>
            <w:vAlign w:val="center"/>
          </w:tcPr>
          <w:p w14:paraId="4D9892A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13FA60D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44316" w:rsidRPr="009C54AE" w14:paraId="632C3751" w14:textId="77777777" w:rsidTr="00544316">
        <w:tc>
          <w:tcPr>
            <w:tcW w:w="2694" w:type="dxa"/>
            <w:vAlign w:val="center"/>
          </w:tcPr>
          <w:p w14:paraId="66CFFB59" w14:textId="77777777" w:rsidR="00544316" w:rsidRPr="009C54AE" w:rsidRDefault="00544316" w:rsidP="005443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EA6B89" w14:textId="77777777" w:rsidR="00544316" w:rsidRPr="009C54AE" w:rsidRDefault="00544316" w:rsidP="005443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544316" w:rsidRPr="009C54AE" w14:paraId="50218581" w14:textId="77777777" w:rsidTr="00544316">
        <w:tc>
          <w:tcPr>
            <w:tcW w:w="2694" w:type="dxa"/>
            <w:vAlign w:val="center"/>
          </w:tcPr>
          <w:p w14:paraId="32530262" w14:textId="77777777" w:rsidR="00544316" w:rsidRPr="009C54AE" w:rsidRDefault="00544316" w:rsidP="005443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8F28EB" w14:textId="77777777" w:rsidR="00544316" w:rsidRPr="009C54AE" w:rsidRDefault="00544316" w:rsidP="005443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310B804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4431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2A3045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C809F9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12E9DBB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A97E36" w14:textId="77777777" w:rsidTr="002B09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B79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A5375E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EC2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79A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402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23D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2E9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E60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ED6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384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F25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518E30A7" w14:textId="77777777" w:rsidTr="002B09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A926" w14:textId="77777777" w:rsidR="00015B8F" w:rsidRPr="009C54AE" w:rsidRDefault="00025D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4CD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AF79F" w14:textId="79D57934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A62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478BD" w14:textId="0D97C45E" w:rsidR="00015B8F" w:rsidRPr="009C54AE" w:rsidRDefault="00C567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8CD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4A5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150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1699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DD200" w14:textId="77777777" w:rsidR="00015B8F" w:rsidRPr="009C54AE" w:rsidRDefault="002B09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ED4AA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85626F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C22797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DE70E1C" w14:textId="77777777" w:rsidR="00862B61" w:rsidRPr="001C1A5A" w:rsidRDefault="00862B61" w:rsidP="00862B6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1C1A5A">
        <w:rPr>
          <w:rStyle w:val="normaltextrun"/>
          <w:rFonts w:ascii="Corbel" w:hAnsi="Corbel" w:cs="Segoe UI"/>
        </w:rPr>
        <w:sym w:font="Wingdings" w:char="F0FE"/>
      </w:r>
      <w:r w:rsidRPr="001C1A5A">
        <w:rPr>
          <w:rStyle w:val="normaltextrun"/>
          <w:rFonts w:ascii="Corbel" w:hAnsi="Corbel" w:cs="Segoe UI"/>
        </w:rPr>
        <w:t> </w:t>
      </w:r>
      <w:r w:rsidRPr="001C1A5A">
        <w:rPr>
          <w:rFonts w:ascii="Corbel" w:hAnsi="Corbel"/>
        </w:rPr>
        <w:t>zajęcia w formie tradycyjnej (lub zdalnie z wykorzystaniem platformy Ms </w:t>
      </w:r>
      <w:proofErr w:type="spellStart"/>
      <w:r w:rsidRPr="001C1A5A">
        <w:rPr>
          <w:rStyle w:val="spellingerror"/>
          <w:rFonts w:ascii="Corbel" w:hAnsi="Corbel"/>
        </w:rPr>
        <w:t>Teams</w:t>
      </w:r>
      <w:proofErr w:type="spellEnd"/>
      <w:r w:rsidRPr="001C1A5A">
        <w:rPr>
          <w:rStyle w:val="spellingerror"/>
          <w:rFonts w:ascii="Corbel" w:hAnsi="Corbel"/>
        </w:rPr>
        <w:t>)</w:t>
      </w:r>
      <w:r w:rsidRPr="001C1A5A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4154BAC" w14:textId="77777777" w:rsidR="00862B61" w:rsidRDefault="00862B61" w:rsidP="00862B6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96292A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5A0F8E4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C809F9">
        <w:rPr>
          <w:rFonts w:ascii="Corbel" w:hAnsi="Corbel"/>
          <w:smallCaps w:val="0"/>
          <w:szCs w:val="24"/>
        </w:rPr>
        <w:t xml:space="preserve">. </w:t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B793611" w14:textId="77777777" w:rsidR="00025D21" w:rsidRPr="009C54AE" w:rsidRDefault="00025D2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241C11F4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F2778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1608C45" w14:textId="77777777" w:rsidTr="00745302">
        <w:tc>
          <w:tcPr>
            <w:tcW w:w="9670" w:type="dxa"/>
          </w:tcPr>
          <w:p w14:paraId="3DE410AD" w14:textId="180CC5B0" w:rsidR="0085747A" w:rsidRPr="009C54AE" w:rsidRDefault="00233A6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</w:tc>
      </w:tr>
    </w:tbl>
    <w:p w14:paraId="1FF2219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FF4E5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B6D00B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C19DF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1D6B22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809F9" w:rsidRPr="009C54AE" w14:paraId="2EC20385" w14:textId="77777777" w:rsidTr="00C809F9">
        <w:tc>
          <w:tcPr>
            <w:tcW w:w="845" w:type="dxa"/>
            <w:vAlign w:val="center"/>
          </w:tcPr>
          <w:p w14:paraId="747D4154" w14:textId="77777777" w:rsidR="00C809F9" w:rsidRPr="009C54AE" w:rsidRDefault="00C809F9" w:rsidP="00C065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4403871" w14:textId="77777777" w:rsidR="00C809F9" w:rsidRPr="009C54AE" w:rsidRDefault="00C809F9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 xml:space="preserve">apoznanie studentów </w:t>
            </w:r>
            <w:r w:rsidRPr="00FB5428">
              <w:rPr>
                <w:rFonts w:ascii="Corbel" w:hAnsi="Corbel"/>
                <w:b w:val="0"/>
                <w:sz w:val="24"/>
                <w:szCs w:val="24"/>
              </w:rPr>
              <w:t>z istotą inwestycji oraz z celowością realizacji przedsięwzięć inwestycyjnych we współczesnych organizacjach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809F9" w:rsidRPr="009C54AE" w14:paraId="28BB3092" w14:textId="77777777" w:rsidTr="00C809F9">
        <w:tc>
          <w:tcPr>
            <w:tcW w:w="845" w:type="dxa"/>
            <w:vAlign w:val="center"/>
          </w:tcPr>
          <w:p w14:paraId="640DCF32" w14:textId="77777777" w:rsidR="00C809F9" w:rsidRPr="005552FC" w:rsidRDefault="00C809F9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52F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0D28EC1" w14:textId="77777777" w:rsidR="00C809F9" w:rsidRDefault="00C809F9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 xml:space="preserve">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podstawowymi 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>metodami oceny efektywności przedsięwzięć inwestycyjnych w warunkach gospodarki rynkowej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809F9" w:rsidRPr="009C54AE" w14:paraId="47E87E1D" w14:textId="77777777" w:rsidTr="00C809F9">
        <w:tc>
          <w:tcPr>
            <w:tcW w:w="845" w:type="dxa"/>
            <w:vAlign w:val="center"/>
          </w:tcPr>
          <w:p w14:paraId="30431C32" w14:textId="77777777" w:rsidR="00C809F9" w:rsidRPr="005552FC" w:rsidRDefault="00C809F9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99D7043" w14:textId="77777777" w:rsidR="00C809F9" w:rsidRPr="009C54AE" w:rsidRDefault="00C809F9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51429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poprawnego stosowania podstawowych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metod</w:t>
            </w: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 oceny efektywności inwestycji</w:t>
            </w:r>
            <w:r w:rsidRPr="00A87FB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809F9" w:rsidRPr="009C54AE" w14:paraId="301A5CDA" w14:textId="77777777" w:rsidTr="00C809F9">
        <w:tc>
          <w:tcPr>
            <w:tcW w:w="845" w:type="dxa"/>
            <w:vAlign w:val="center"/>
          </w:tcPr>
          <w:p w14:paraId="3D3AF078" w14:textId="77777777" w:rsidR="00C809F9" w:rsidRDefault="00C809F9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19280A28" w14:textId="77777777" w:rsidR="00C809F9" w:rsidRDefault="00C809F9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51429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interpretacji wyników uzyskanych w procesie </w:t>
            </w:r>
            <w:r w:rsidRPr="00514297">
              <w:rPr>
                <w:rFonts w:ascii="Corbel" w:hAnsi="Corbel"/>
                <w:b w:val="0"/>
                <w:sz w:val="24"/>
                <w:szCs w:val="24"/>
              </w:rPr>
              <w:t>oceny efektywności inwestycji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E68D32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678CB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E73F52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32567A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</w:tblGrid>
      <w:tr w:rsidR="004301FA" w:rsidRPr="004D2A8F" w14:paraId="5EE03BDD" w14:textId="77777777" w:rsidTr="79E70B50">
        <w:tc>
          <w:tcPr>
            <w:tcW w:w="1681" w:type="dxa"/>
            <w:vAlign w:val="center"/>
          </w:tcPr>
          <w:p w14:paraId="3D05D7BE" w14:textId="77777777" w:rsidR="004301FA" w:rsidRPr="009C54AE" w:rsidRDefault="004301FA" w:rsidP="004301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243273B5" w14:textId="77777777" w:rsidR="004301FA" w:rsidRPr="009C54AE" w:rsidRDefault="004301FA" w:rsidP="004301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3E8DBEDF" w14:textId="77777777" w:rsidR="004301FA" w:rsidRPr="009C54AE" w:rsidRDefault="004301FA" w:rsidP="004301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301FA" w:rsidRPr="004D2A8F" w14:paraId="1441138A" w14:textId="77777777" w:rsidTr="79E70B50">
        <w:tc>
          <w:tcPr>
            <w:tcW w:w="1681" w:type="dxa"/>
          </w:tcPr>
          <w:p w14:paraId="5B6578BB" w14:textId="77777777" w:rsidR="004301FA" w:rsidRPr="00136301" w:rsidRDefault="004301FA" w:rsidP="004301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63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3630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5ED589E7" w14:textId="26D5D021" w:rsidR="004301FA" w:rsidRPr="00136301" w:rsidRDefault="004301FA" w:rsidP="004301F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Definiuje podstawowe pojęcia z zakresu oceny efektywności inwestycji</w:t>
            </w:r>
          </w:p>
        </w:tc>
        <w:tc>
          <w:tcPr>
            <w:tcW w:w="1836" w:type="dxa"/>
          </w:tcPr>
          <w:p w14:paraId="4118594E" w14:textId="77777777" w:rsidR="004301FA" w:rsidRPr="00136301" w:rsidRDefault="004301FA" w:rsidP="004301F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 xml:space="preserve">K_W01 </w:t>
            </w:r>
          </w:p>
          <w:p w14:paraId="5E26DEE0" w14:textId="77777777" w:rsidR="004301FA" w:rsidRPr="00136301" w:rsidRDefault="004301FA" w:rsidP="004301F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2C46FB" w:rsidRPr="00136301" w14:paraId="71572744" w14:textId="77777777" w:rsidTr="79E70B50">
        <w:tc>
          <w:tcPr>
            <w:tcW w:w="1681" w:type="dxa"/>
          </w:tcPr>
          <w:p w14:paraId="1F9758A5" w14:textId="77777777" w:rsidR="002C46FB" w:rsidRPr="00136301" w:rsidRDefault="002C46FB" w:rsidP="002C46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63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0C307EAC" w14:textId="5C80153D" w:rsidR="002C46FB" w:rsidRPr="00136301" w:rsidRDefault="002C46FB" w:rsidP="002C46F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 xml:space="preserve">Ocenia efektywność inwestowania stosując poznane metody. </w:t>
            </w:r>
          </w:p>
        </w:tc>
        <w:tc>
          <w:tcPr>
            <w:tcW w:w="1836" w:type="dxa"/>
          </w:tcPr>
          <w:p w14:paraId="3B783FF6" w14:textId="77777777" w:rsidR="002C46FB" w:rsidRPr="00136301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>K_U02</w:t>
            </w:r>
          </w:p>
          <w:p w14:paraId="0F3A920B" w14:textId="77777777" w:rsidR="002C46FB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K_U03</w:t>
            </w:r>
          </w:p>
          <w:p w14:paraId="29DBD3C0" w14:textId="2A18C423" w:rsidR="002C46FB" w:rsidRPr="00136301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79E70B50" w14:paraId="5EA94957" w14:textId="77777777" w:rsidTr="79E70B50">
        <w:tc>
          <w:tcPr>
            <w:tcW w:w="1681" w:type="dxa"/>
          </w:tcPr>
          <w:p w14:paraId="29078785" w14:textId="7ECD061A" w:rsidR="540650D2" w:rsidRDefault="540650D2" w:rsidP="79E70B50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79E70B50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28FBB73D" w14:textId="1903C123" w:rsidR="7538105B" w:rsidRDefault="7538105B" w:rsidP="79E70B50">
            <w:pPr>
              <w:spacing w:line="240" w:lineRule="auto"/>
              <w:jc w:val="both"/>
            </w:pPr>
            <w:r w:rsidRPr="79E70B50">
              <w:rPr>
                <w:rFonts w:ascii="Corbel" w:eastAsia="Corbel" w:hAnsi="Corbel" w:cs="Corbel"/>
                <w:sz w:val="24"/>
                <w:szCs w:val="24"/>
              </w:rPr>
              <w:t>Analizuje i prezentuje wyniki badań dotyczących efektywności inwestowania w ramach pracy indywidualnej oraz zespołowej</w:t>
            </w:r>
          </w:p>
        </w:tc>
        <w:tc>
          <w:tcPr>
            <w:tcW w:w="1836" w:type="dxa"/>
          </w:tcPr>
          <w:p w14:paraId="455024DC" w14:textId="77777777" w:rsidR="7538105B" w:rsidRDefault="7538105B" w:rsidP="79E70B5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K_U04</w:t>
            </w:r>
          </w:p>
          <w:p w14:paraId="15249409" w14:textId="1A629426" w:rsidR="7538105B" w:rsidRDefault="7538105B" w:rsidP="79E70B5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K_U05</w:t>
            </w:r>
          </w:p>
          <w:p w14:paraId="3685A03E" w14:textId="74EEA1AE" w:rsidR="7538105B" w:rsidRDefault="7538105B" w:rsidP="79E70B50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2C46FB" w:rsidRPr="004D2A8F" w14:paraId="2F44DC6E" w14:textId="77777777" w:rsidTr="79E70B50">
        <w:tc>
          <w:tcPr>
            <w:tcW w:w="1681" w:type="dxa"/>
          </w:tcPr>
          <w:p w14:paraId="378A5696" w14:textId="02572B18" w:rsidR="002C46FB" w:rsidRPr="00136301" w:rsidRDefault="002C46FB" w:rsidP="002C46FB">
            <w:pPr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388F8742" w:rsidRPr="79E70B50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6003" w:type="dxa"/>
          </w:tcPr>
          <w:p w14:paraId="51288E22" w14:textId="77777777" w:rsidR="002C46FB" w:rsidRPr="00FB1AF4" w:rsidRDefault="002C46FB" w:rsidP="002C46F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Jest gotów do uznawania znaczenia wiedzy w rozwiązywaniu problemów z zakresu efektywności inwestycji, do myślenia i działania w sposób przedsiębiorczy oraz do działania na rzecz środowiska społecznego poprzez uczestniczenie w przygotowaniu projektów dotyczących oceny efektywności inwestycji</w:t>
            </w:r>
          </w:p>
        </w:tc>
        <w:tc>
          <w:tcPr>
            <w:tcW w:w="1836" w:type="dxa"/>
          </w:tcPr>
          <w:p w14:paraId="1BE19FCC" w14:textId="77777777" w:rsidR="002C46FB" w:rsidRPr="00204CE8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K_K02</w:t>
            </w:r>
          </w:p>
          <w:p w14:paraId="39BC08BC" w14:textId="77777777" w:rsidR="002C46FB" w:rsidRPr="00204CE8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K_K03</w:t>
            </w:r>
          </w:p>
          <w:p w14:paraId="7DA7F3E7" w14:textId="77777777" w:rsidR="002C46FB" w:rsidRPr="00FB1AF4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7FC937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5039C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E73F52">
        <w:rPr>
          <w:rFonts w:ascii="Corbel" w:hAnsi="Corbel"/>
          <w:b/>
          <w:sz w:val="24"/>
          <w:szCs w:val="24"/>
        </w:rPr>
        <w:t>.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1C4FFB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E73F52">
        <w:rPr>
          <w:rFonts w:ascii="Corbel" w:hAnsi="Corbel"/>
          <w:sz w:val="24"/>
          <w:szCs w:val="24"/>
        </w:rPr>
        <w:t>lematyka ćwiczeń audytoryjnych</w:t>
      </w:r>
    </w:p>
    <w:p w14:paraId="0D934F2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E040F8" w:rsidRPr="009C54AE" w14:paraId="0A6969AC" w14:textId="77777777" w:rsidTr="00E040F8">
        <w:tc>
          <w:tcPr>
            <w:tcW w:w="9526" w:type="dxa"/>
          </w:tcPr>
          <w:p w14:paraId="675030B4" w14:textId="77777777" w:rsidR="00E040F8" w:rsidRPr="009C54AE" w:rsidRDefault="00E040F8" w:rsidP="00C065D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40F8" w:rsidRPr="007907F3" w14:paraId="043C171D" w14:textId="77777777" w:rsidTr="00E040F8">
        <w:tc>
          <w:tcPr>
            <w:tcW w:w="9526" w:type="dxa"/>
          </w:tcPr>
          <w:p w14:paraId="09079DC4" w14:textId="77777777" w:rsidR="00E040F8" w:rsidRPr="007907F3" w:rsidRDefault="00E040F8" w:rsidP="00E040F8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Projekt, przedsięwzię</w:t>
            </w:r>
            <w:r>
              <w:rPr>
                <w:rFonts w:ascii="Corbel" w:hAnsi="Corbel"/>
                <w:sz w:val="24"/>
                <w:szCs w:val="24"/>
              </w:rPr>
              <w:t>cie inwestycyjne, inwestycje – interpretacja</w:t>
            </w:r>
            <w:r w:rsidRPr="007907F3">
              <w:rPr>
                <w:rFonts w:ascii="Corbel" w:hAnsi="Corbel"/>
                <w:sz w:val="24"/>
                <w:szCs w:val="24"/>
              </w:rPr>
              <w:t xml:space="preserve"> podstawowych pojęć.</w:t>
            </w:r>
          </w:p>
        </w:tc>
      </w:tr>
      <w:tr w:rsidR="00E040F8" w:rsidRPr="007907F3" w14:paraId="4F808329" w14:textId="77777777" w:rsidTr="00E040F8">
        <w:tc>
          <w:tcPr>
            <w:tcW w:w="9526" w:type="dxa"/>
          </w:tcPr>
          <w:p w14:paraId="104F5BC6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Amortyzacja i jej znaczenie w przedsięwzięciach inwestycyjnych.</w:t>
            </w:r>
          </w:p>
        </w:tc>
      </w:tr>
      <w:tr w:rsidR="00E040F8" w:rsidRPr="007907F3" w14:paraId="4CF6983E" w14:textId="77777777" w:rsidTr="00E040F8">
        <w:tc>
          <w:tcPr>
            <w:tcW w:w="9526" w:type="dxa"/>
          </w:tcPr>
          <w:p w14:paraId="103499A2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Szacowanie przepływów pieniężnych w projektach inwestycyjnych.</w:t>
            </w:r>
          </w:p>
        </w:tc>
      </w:tr>
      <w:tr w:rsidR="00E040F8" w:rsidRPr="007907F3" w14:paraId="21A352D1" w14:textId="77777777" w:rsidTr="00E040F8">
        <w:tc>
          <w:tcPr>
            <w:tcW w:w="9526" w:type="dxa"/>
          </w:tcPr>
          <w:p w14:paraId="2B3B6BCD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Zmiany wartości pieniądza w czasie. Analiza wartości przyszłej i bieżącej pieniądza.</w:t>
            </w:r>
          </w:p>
        </w:tc>
      </w:tr>
      <w:tr w:rsidR="00E040F8" w:rsidRPr="007907F3" w14:paraId="328E3B30" w14:textId="77777777" w:rsidTr="00E040F8">
        <w:tc>
          <w:tcPr>
            <w:tcW w:w="9526" w:type="dxa"/>
          </w:tcPr>
          <w:p w14:paraId="11ACF060" w14:textId="77777777" w:rsidR="00E040F8" w:rsidRPr="007907F3" w:rsidRDefault="00E040F8" w:rsidP="00C065D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Ocena przedsięwzięć inwestycyjnych z wykorzystaniem</w:t>
            </w:r>
            <w:r>
              <w:rPr>
                <w:rFonts w:ascii="Corbel" w:hAnsi="Corbel"/>
                <w:sz w:val="24"/>
                <w:szCs w:val="24"/>
              </w:rPr>
              <w:t xml:space="preserve"> wybranych</w:t>
            </w:r>
            <w:r w:rsidRPr="007907F3">
              <w:rPr>
                <w:rFonts w:ascii="Corbel" w:hAnsi="Corbel"/>
                <w:sz w:val="24"/>
                <w:szCs w:val="24"/>
              </w:rPr>
              <w:t xml:space="preserve"> miar dynamicznych.</w:t>
            </w:r>
          </w:p>
        </w:tc>
      </w:tr>
      <w:tr w:rsidR="00E040F8" w:rsidRPr="007907F3" w14:paraId="21A499D5" w14:textId="77777777" w:rsidTr="00C065D7">
        <w:tc>
          <w:tcPr>
            <w:tcW w:w="9526" w:type="dxa"/>
          </w:tcPr>
          <w:p w14:paraId="15816FA4" w14:textId="77777777" w:rsidR="00E040F8" w:rsidRPr="007907F3" w:rsidRDefault="00E040F8" w:rsidP="00E040F8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 xml:space="preserve">Ekonomiczna ocena opłacalności przedsięwzięcia inwestycyjnego – studium przypadku. </w:t>
            </w:r>
          </w:p>
        </w:tc>
      </w:tr>
      <w:tr w:rsidR="00E040F8" w:rsidRPr="007907F3" w14:paraId="316C9A32" w14:textId="77777777" w:rsidTr="00C065D7">
        <w:tc>
          <w:tcPr>
            <w:tcW w:w="9526" w:type="dxa"/>
          </w:tcPr>
          <w:p w14:paraId="42AE3D25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Względna ocena opłacalności inwestycji.</w:t>
            </w:r>
          </w:p>
        </w:tc>
      </w:tr>
      <w:tr w:rsidR="00E040F8" w:rsidRPr="007907F3" w14:paraId="568F3005" w14:textId="77777777" w:rsidTr="00E040F8">
        <w:tc>
          <w:tcPr>
            <w:tcW w:w="9526" w:type="dxa"/>
          </w:tcPr>
          <w:p w14:paraId="2E643D44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Ryzyko i niepewność w procesie podejmowania decyzji inwestycyjnych. Analiza wrażliwości i jej wykorzystanie w analizie efektywności projektów inwestycyjnych przedsiębiorstwa.</w:t>
            </w:r>
          </w:p>
        </w:tc>
      </w:tr>
      <w:tr w:rsidR="00E040F8" w:rsidRPr="007907F3" w14:paraId="72193326" w14:textId="77777777" w:rsidTr="00E040F8">
        <w:tc>
          <w:tcPr>
            <w:tcW w:w="9526" w:type="dxa"/>
          </w:tcPr>
          <w:p w14:paraId="4E32133F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Źródła finansowania inwestycji </w:t>
            </w:r>
            <w:r w:rsidRPr="007907F3">
              <w:rPr>
                <w:rFonts w:ascii="Corbel" w:hAnsi="Corbel"/>
                <w:sz w:val="24"/>
                <w:szCs w:val="24"/>
              </w:rPr>
              <w:t>– analiza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BCC1B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52C5E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27F57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5E2373" w14:textId="77777777" w:rsidR="00222A5E" w:rsidRPr="005F58F8" w:rsidRDefault="00222A5E" w:rsidP="00222A5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F58F8">
        <w:rPr>
          <w:rFonts w:ascii="Corbel" w:hAnsi="Corbel"/>
          <w:b w:val="0"/>
          <w:smallCaps w:val="0"/>
          <w:szCs w:val="24"/>
        </w:rPr>
        <w:t>Ćwiczenia:</w:t>
      </w:r>
      <w:r w:rsidRPr="005F58F8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5F58F8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882DD9F" w14:textId="77777777" w:rsidR="00222A5E" w:rsidRDefault="00222A5E" w:rsidP="00222A5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E9C01B" w14:textId="77777777" w:rsidR="00222A5E" w:rsidRPr="009C54AE" w:rsidRDefault="00222A5E" w:rsidP="00222A5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0B7BC8B8" w14:textId="77777777" w:rsidR="00222A5E" w:rsidRPr="009C54AE" w:rsidRDefault="00222A5E" w:rsidP="00222A5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CFE687" w14:textId="77777777" w:rsidR="00222A5E" w:rsidRPr="009C54AE" w:rsidRDefault="00222A5E" w:rsidP="00222A5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0CB9EEA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222A5E" w:rsidRPr="009C54AE" w14:paraId="6E7511E3" w14:textId="77777777" w:rsidTr="79E70B50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6E9C30A0" w14:textId="77777777" w:rsidR="00222A5E" w:rsidRPr="009C54A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79025E1C" w14:textId="77777777" w:rsidR="00222A5E" w:rsidRPr="009C54A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AE15F44" w14:textId="77777777" w:rsidR="00222A5E" w:rsidRPr="009C54A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310A0B9" w14:textId="77777777" w:rsidR="00222A5E" w:rsidRPr="009C54A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FF2BE24" w14:textId="77777777" w:rsidR="00222A5E" w:rsidRPr="009C54A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567F0" w:rsidRPr="007925C6" w14:paraId="64159F28" w14:textId="77777777" w:rsidTr="79E70B50">
        <w:tc>
          <w:tcPr>
            <w:tcW w:w="1961" w:type="dxa"/>
          </w:tcPr>
          <w:p w14:paraId="1C3C351E" w14:textId="77777777" w:rsidR="00C567F0" w:rsidRPr="007925C6" w:rsidRDefault="00C567F0" w:rsidP="00C56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bookmarkStart w:id="1" w:name="_GoBack" w:colFirst="2" w:colLast="2"/>
            <w:r>
              <w:rPr>
                <w:rFonts w:ascii="Corbel" w:hAnsi="Corbel"/>
                <w:b w:val="0"/>
                <w:szCs w:val="24"/>
              </w:rPr>
              <w:t>E</w:t>
            </w:r>
            <w:r w:rsidRPr="007925C6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39" w:type="dxa"/>
          </w:tcPr>
          <w:p w14:paraId="4CCE78EB" w14:textId="77777777" w:rsidR="00C567F0" w:rsidRPr="007925C6" w:rsidRDefault="00C567F0" w:rsidP="00C567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25C6">
              <w:rPr>
                <w:rFonts w:ascii="Corbel" w:hAnsi="Corbel"/>
                <w:sz w:val="24"/>
                <w:szCs w:val="24"/>
              </w:rPr>
              <w:t>kolokwium, rozwiązywanie zadań</w:t>
            </w:r>
            <w:r w:rsidRPr="007925C6">
              <w:rPr>
                <w:rFonts w:ascii="Corbel" w:hAnsi="Corbel"/>
                <w:color w:val="000000"/>
                <w:sz w:val="24"/>
                <w:szCs w:val="24"/>
              </w:rPr>
              <w:t xml:space="preserve"> w trakcie</w:t>
            </w:r>
            <w:r w:rsidRPr="007925C6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2801B1FA" w14:textId="7A300156" w:rsidR="00C567F0" w:rsidRPr="00C567F0" w:rsidRDefault="00C567F0" w:rsidP="00C567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67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C567F0" w:rsidRPr="007925C6" w14:paraId="6E99D80C" w14:textId="77777777" w:rsidTr="79E70B50">
        <w:tc>
          <w:tcPr>
            <w:tcW w:w="1961" w:type="dxa"/>
          </w:tcPr>
          <w:p w14:paraId="2C87AB7B" w14:textId="77777777" w:rsidR="00C567F0" w:rsidRPr="007925C6" w:rsidRDefault="00C567F0" w:rsidP="00C56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25C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6BCA6160" w14:textId="4867F46E" w:rsidR="00C567F0" w:rsidRPr="007925C6" w:rsidRDefault="00C567F0" w:rsidP="00C567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162C661">
              <w:rPr>
                <w:rFonts w:ascii="Corbel" w:hAnsi="Corbel"/>
                <w:sz w:val="24"/>
                <w:szCs w:val="24"/>
              </w:rPr>
              <w:t>kolokwium, praca zespołowa, rozwiązywanie zadań</w:t>
            </w:r>
            <w:r w:rsidRPr="5162C661">
              <w:rPr>
                <w:rFonts w:ascii="Corbel" w:hAnsi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5162C661">
              <w:rPr>
                <w:rFonts w:ascii="Corbel" w:hAnsi="Corbel"/>
                <w:color w:val="000000" w:themeColor="text1"/>
                <w:sz w:val="24"/>
                <w:szCs w:val="24"/>
              </w:rPr>
              <w:t>w trakcie</w:t>
            </w:r>
            <w:r w:rsidRPr="5162C661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4E069BF5" w14:textId="69CAB0FD" w:rsidR="00C567F0" w:rsidRPr="00C567F0" w:rsidRDefault="00C567F0" w:rsidP="00C567F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67F0">
              <w:rPr>
                <w:rFonts w:ascii="Corbel" w:hAnsi="Corbel"/>
                <w:smallCaps/>
                <w:color w:val="000000"/>
                <w:szCs w:val="24"/>
              </w:rPr>
              <w:t>Lab.</w:t>
            </w:r>
          </w:p>
        </w:tc>
      </w:tr>
      <w:tr w:rsidR="00C567F0" w14:paraId="3AB79D89" w14:textId="77777777" w:rsidTr="79E70B50">
        <w:tc>
          <w:tcPr>
            <w:tcW w:w="1961" w:type="dxa"/>
          </w:tcPr>
          <w:p w14:paraId="720AA683" w14:textId="43F18799" w:rsidR="00C567F0" w:rsidRDefault="00C567F0" w:rsidP="00C567F0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39" w:type="dxa"/>
          </w:tcPr>
          <w:p w14:paraId="01DB26ED" w14:textId="22B1DD2B" w:rsidR="00C567F0" w:rsidRDefault="00C567F0" w:rsidP="00C567F0">
            <w:pPr>
              <w:spacing w:line="240" w:lineRule="auto"/>
            </w:pPr>
            <w:r w:rsidRPr="79E70B50">
              <w:rPr>
                <w:rFonts w:ascii="Corbel" w:eastAsia="Corbel" w:hAnsi="Corbel" w:cs="Corbel"/>
                <w:sz w:val="24"/>
                <w:szCs w:val="24"/>
              </w:rPr>
              <w:t>kolokwium, rozwiązywanie zadań</w:t>
            </w:r>
            <w:r w:rsidRPr="79E70B50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79E70B5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 trakcie</w:t>
            </w:r>
            <w:r w:rsidRPr="79E70B50">
              <w:rPr>
                <w:rFonts w:ascii="Corbel" w:eastAsia="Corbel" w:hAnsi="Corbel" w:cs="Corbel"/>
                <w:sz w:val="24"/>
                <w:szCs w:val="24"/>
              </w:rPr>
              <w:t xml:space="preserve"> zajęć, praca zespołowa</w:t>
            </w:r>
          </w:p>
        </w:tc>
        <w:tc>
          <w:tcPr>
            <w:tcW w:w="2126" w:type="dxa"/>
            <w:gridSpan w:val="2"/>
          </w:tcPr>
          <w:p w14:paraId="5C7C0DE7" w14:textId="0B8C2850" w:rsidR="00C567F0" w:rsidRPr="00C567F0" w:rsidRDefault="00C567F0" w:rsidP="00C567F0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67F0">
              <w:rPr>
                <w:rFonts w:ascii="Corbel" w:hAnsi="Corbel"/>
                <w:smallCaps/>
                <w:color w:val="000000"/>
                <w:szCs w:val="24"/>
              </w:rPr>
              <w:t>Lab.</w:t>
            </w:r>
          </w:p>
        </w:tc>
      </w:tr>
      <w:tr w:rsidR="00C567F0" w:rsidRPr="007925C6" w14:paraId="27394B73" w14:textId="77777777" w:rsidTr="79E70B50">
        <w:tc>
          <w:tcPr>
            <w:tcW w:w="1961" w:type="dxa"/>
          </w:tcPr>
          <w:p w14:paraId="1F024098" w14:textId="7AF41BA5" w:rsidR="00C567F0" w:rsidRPr="007925C6" w:rsidRDefault="00C567F0" w:rsidP="00C567F0">
            <w:pPr>
              <w:spacing w:after="0" w:line="240" w:lineRule="auto"/>
              <w:rPr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39" w:type="dxa"/>
          </w:tcPr>
          <w:p w14:paraId="3474C0FD" w14:textId="1ED61AC8" w:rsidR="00C567F0" w:rsidRPr="002C46FB" w:rsidRDefault="00C567F0" w:rsidP="00C567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162C661">
              <w:rPr>
                <w:rFonts w:ascii="Corbel" w:hAnsi="Corbel"/>
                <w:color w:val="000000" w:themeColor="text1"/>
                <w:sz w:val="24"/>
                <w:szCs w:val="24"/>
              </w:rPr>
              <w:t>obserwacja w trakcie zajęć</w:t>
            </w:r>
            <w:r w:rsidRPr="5162C661">
              <w:rPr>
                <w:rFonts w:ascii="Corbel" w:hAnsi="Corbel"/>
                <w:sz w:val="24"/>
                <w:szCs w:val="24"/>
              </w:rPr>
              <w:t xml:space="preserve">, praca zespołowa, rozwiązywanie zadań </w:t>
            </w:r>
            <w:r w:rsidRPr="5162C661">
              <w:rPr>
                <w:rFonts w:ascii="Corbel" w:hAnsi="Corbel"/>
                <w:color w:val="000000" w:themeColor="text1"/>
                <w:sz w:val="24"/>
                <w:szCs w:val="24"/>
              </w:rPr>
              <w:t>w trakcie</w:t>
            </w:r>
            <w:r w:rsidRPr="5162C661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7E1C8578" w14:textId="7D9C5105" w:rsidR="00C567F0" w:rsidRPr="00C567F0" w:rsidRDefault="00C567F0" w:rsidP="00C567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567F0">
              <w:rPr>
                <w:rFonts w:ascii="Corbel" w:hAnsi="Corbel"/>
                <w:smallCaps/>
                <w:color w:val="000000"/>
                <w:szCs w:val="24"/>
              </w:rPr>
              <w:t>Lab.</w:t>
            </w:r>
          </w:p>
        </w:tc>
      </w:tr>
      <w:bookmarkEnd w:id="1"/>
    </w:tbl>
    <w:p w14:paraId="5C10422F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C7E2E2" w14:textId="77777777" w:rsidR="00222A5E" w:rsidRPr="009C54AE" w:rsidRDefault="00222A5E" w:rsidP="00222A5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Warunki zaliczenia przedmiotu (kryteria oceniania)</w:t>
      </w:r>
    </w:p>
    <w:p w14:paraId="6D57E1D3" w14:textId="77777777" w:rsidR="00222A5E" w:rsidRPr="009C54AE" w:rsidRDefault="00222A5E" w:rsidP="00222A5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22A5E" w:rsidRPr="009C54AE" w14:paraId="77E3BFC5" w14:textId="77777777" w:rsidTr="79E70B50">
        <w:tc>
          <w:tcPr>
            <w:tcW w:w="9670" w:type="dxa"/>
          </w:tcPr>
          <w:p w14:paraId="2FE8E0DD" w14:textId="3E7202AD" w:rsidR="00222A5E" w:rsidRPr="009C54AE" w:rsidRDefault="00222A5E" w:rsidP="79E70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9E70B50">
              <w:rPr>
                <w:rFonts w:ascii="Corbel" w:hAnsi="Corbel"/>
                <w:b w:val="0"/>
                <w:smallCaps w:val="0"/>
              </w:rPr>
              <w:t xml:space="preserve">Podstawę oceny pozytywnej stanowi wynik pracy pisemnej, z której student uzyska </w:t>
            </w:r>
            <w:r w:rsidR="5713848E" w:rsidRPr="79E70B50">
              <w:rPr>
                <w:rFonts w:ascii="Corbel" w:hAnsi="Corbel"/>
                <w:b w:val="0"/>
                <w:smallCaps w:val="0"/>
              </w:rPr>
              <w:t>co najmniej</w:t>
            </w:r>
            <w:r w:rsidR="002C46FB" w:rsidRPr="79E70B50">
              <w:rPr>
                <w:rFonts w:ascii="Corbel" w:hAnsi="Corbel"/>
                <w:b w:val="0"/>
                <w:smallCaps w:val="0"/>
              </w:rPr>
              <w:t xml:space="preserve"> 5</w:t>
            </w:r>
            <w:r w:rsidR="3BACD5DC" w:rsidRPr="79E70B50">
              <w:rPr>
                <w:rFonts w:ascii="Corbel" w:hAnsi="Corbel"/>
                <w:b w:val="0"/>
                <w:smallCaps w:val="0"/>
              </w:rPr>
              <w:t>1</w:t>
            </w:r>
            <w:r w:rsidR="002C46FB" w:rsidRPr="79E70B50">
              <w:rPr>
                <w:rFonts w:ascii="Corbel" w:hAnsi="Corbel"/>
                <w:b w:val="0"/>
                <w:smallCaps w:val="0"/>
              </w:rPr>
              <w:t xml:space="preserve">% wymaganych punktów oraz </w:t>
            </w:r>
            <w:r w:rsidR="4E06DCDA" w:rsidRPr="79E70B50">
              <w:rPr>
                <w:rFonts w:ascii="Corbel" w:hAnsi="Corbel"/>
                <w:b w:val="0"/>
                <w:smallCaps w:val="0"/>
              </w:rPr>
              <w:t>wynik pracy zespołowej</w:t>
            </w:r>
            <w:r w:rsidRPr="79E70B50">
              <w:rPr>
                <w:rFonts w:ascii="Corbel" w:hAnsi="Corbel"/>
                <w:b w:val="0"/>
                <w:smallCaps w:val="0"/>
              </w:rPr>
              <w:t>.</w:t>
            </w:r>
          </w:p>
          <w:p w14:paraId="1C310903" w14:textId="63B904B6" w:rsidR="00222A5E" w:rsidRPr="009C54AE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F2A4B7">
              <w:rPr>
                <w:rFonts w:ascii="Corbel" w:hAnsi="Corbel"/>
                <w:b w:val="0"/>
                <w:smallCaps w:val="0"/>
              </w:rPr>
              <w:t>Punktacja kolokwium:</w:t>
            </w:r>
          </w:p>
          <w:p w14:paraId="6B6FD40A" w14:textId="31E3FCFD" w:rsidR="00222A5E" w:rsidRPr="009C54AE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F2A4B7">
              <w:rPr>
                <w:rFonts w:ascii="Corbel" w:hAnsi="Corbel"/>
                <w:b w:val="0"/>
                <w:smallCaps w:val="0"/>
              </w:rPr>
              <w:t>3,5 pkt – dostateczny (3,0)</w:t>
            </w:r>
          </w:p>
          <w:p w14:paraId="1DB3AF65" w14:textId="614C83DD" w:rsidR="00222A5E" w:rsidRPr="009C54AE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F2A4B7">
              <w:rPr>
                <w:rFonts w:ascii="Corbel" w:hAnsi="Corbel"/>
                <w:b w:val="0"/>
                <w:smallCaps w:val="0"/>
              </w:rPr>
              <w:t>4,0 pkt – plus dostateczny (3,5)</w:t>
            </w:r>
          </w:p>
          <w:p w14:paraId="5128C69D" w14:textId="7710F260" w:rsidR="00222A5E" w:rsidRPr="009C54AE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F2A4B7">
              <w:rPr>
                <w:rFonts w:ascii="Corbel" w:hAnsi="Corbel"/>
                <w:b w:val="0"/>
                <w:smallCaps w:val="0"/>
              </w:rPr>
              <w:t>4,5-5,0 pkt – dobry (4,0)</w:t>
            </w:r>
          </w:p>
          <w:p w14:paraId="0FC62974" w14:textId="1533E3DD" w:rsidR="00222A5E" w:rsidRPr="009C54AE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F2A4B7">
              <w:rPr>
                <w:rFonts w:ascii="Corbel" w:hAnsi="Corbel"/>
                <w:b w:val="0"/>
                <w:smallCaps w:val="0"/>
              </w:rPr>
              <w:t>5,5 pkt – plus dobry (4,5)</w:t>
            </w:r>
          </w:p>
          <w:p w14:paraId="3164E5DF" w14:textId="04C77D38" w:rsidR="00222A5E" w:rsidRPr="009C54AE" w:rsidRDefault="0FFFA954" w:rsidP="5162C6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162C661">
              <w:rPr>
                <w:rFonts w:ascii="Corbel" w:hAnsi="Corbel"/>
                <w:b w:val="0"/>
                <w:smallCaps w:val="0"/>
              </w:rPr>
              <w:t>6,0 pkt – bardzo dobry (5,0)</w:t>
            </w:r>
          </w:p>
          <w:p w14:paraId="58EDB078" w14:textId="4A239AF0" w:rsidR="6C06ED37" w:rsidRDefault="6C06ED37" w:rsidP="5162C6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162C661">
              <w:rPr>
                <w:rFonts w:ascii="Corbel" w:hAnsi="Corbel"/>
                <w:b w:val="0"/>
                <w:smallCaps w:val="0"/>
              </w:rPr>
              <w:t>Ocena z kolokwium korygowana jest wynikiem pracy zespołowej:</w:t>
            </w:r>
          </w:p>
          <w:p w14:paraId="6416904E" w14:textId="3AD33C5F" w:rsidR="6C06ED37" w:rsidRDefault="6C06ED37" w:rsidP="5162C6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162C661">
              <w:rPr>
                <w:rFonts w:ascii="Corbel" w:hAnsi="Corbel"/>
                <w:b w:val="0"/>
                <w:smallCaps w:val="0"/>
              </w:rPr>
              <w:t>“+” - podwyższenie o 0,5 stopnia</w:t>
            </w:r>
          </w:p>
          <w:p w14:paraId="6687AF19" w14:textId="22BDBA1E" w:rsidR="6C06ED37" w:rsidRDefault="6C06ED37" w:rsidP="5162C6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162C661">
              <w:rPr>
                <w:rFonts w:ascii="Corbel" w:hAnsi="Corbel"/>
                <w:b w:val="0"/>
                <w:smallCaps w:val="0"/>
              </w:rPr>
              <w:t>“*” - brak wpływu na ocenę (ocena neutralna)</w:t>
            </w:r>
          </w:p>
          <w:p w14:paraId="0333437E" w14:textId="6A15A3AC" w:rsidR="6C06ED37" w:rsidRDefault="6C06ED37" w:rsidP="5162C6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162C661">
              <w:rPr>
                <w:rFonts w:ascii="Corbel" w:hAnsi="Corbel"/>
                <w:b w:val="0"/>
                <w:smallCaps w:val="0"/>
              </w:rPr>
              <w:t>“-” - obniżenie o 0,5 stopnia</w:t>
            </w:r>
          </w:p>
          <w:p w14:paraId="1407520F" w14:textId="06C8A0E4" w:rsidR="00222A5E" w:rsidRPr="009C54AE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F2A4B7">
              <w:rPr>
                <w:rFonts w:ascii="Corbel" w:hAnsi="Corbel"/>
                <w:b w:val="0"/>
                <w:smallCaps w:val="0"/>
              </w:rPr>
              <w:t>Dodatkowo, ostateczna ocena jest podwyższana o aktywność na zajęciach.</w:t>
            </w:r>
          </w:p>
        </w:tc>
      </w:tr>
    </w:tbl>
    <w:p w14:paraId="7740DCDA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6593CE" w14:textId="77777777" w:rsidR="00222A5E" w:rsidRPr="009C54AE" w:rsidRDefault="00222A5E" w:rsidP="00222A5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Pr="009C54AE">
        <w:rPr>
          <w:rFonts w:ascii="Corbel" w:hAnsi="Corbel"/>
          <w:b/>
          <w:sz w:val="24"/>
          <w:szCs w:val="24"/>
        </w:rPr>
        <w:t xml:space="preserve"> </w:t>
      </w:r>
    </w:p>
    <w:p w14:paraId="69E3FC02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222A5E" w:rsidRPr="009C54AE" w14:paraId="3612E177" w14:textId="77777777" w:rsidTr="00C065D7">
        <w:tc>
          <w:tcPr>
            <w:tcW w:w="4902" w:type="dxa"/>
            <w:vAlign w:val="center"/>
          </w:tcPr>
          <w:p w14:paraId="6A47BF14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5D7A40C0" w14:textId="12A5B99F" w:rsidR="00222A5E" w:rsidRPr="009C54AE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EE76D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22A5E" w:rsidRPr="009C54AE" w14:paraId="5322669E" w14:textId="77777777" w:rsidTr="00C065D7">
        <w:tc>
          <w:tcPr>
            <w:tcW w:w="4902" w:type="dxa"/>
          </w:tcPr>
          <w:p w14:paraId="0D60524C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341ECB3" w14:textId="7E9F649E" w:rsidR="00222A5E" w:rsidRPr="009C54AE" w:rsidRDefault="005A3BC6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222A5E" w:rsidRPr="009C54AE" w14:paraId="6B8400DE" w14:textId="77777777" w:rsidTr="00C065D7">
        <w:tc>
          <w:tcPr>
            <w:tcW w:w="4902" w:type="dxa"/>
          </w:tcPr>
          <w:p w14:paraId="69C7A233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AA66076" w14:textId="77777777" w:rsidR="00222A5E" w:rsidRPr="009C54AE" w:rsidRDefault="00222A5E" w:rsidP="00222A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BCF51DA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222A5E" w:rsidRPr="009C54AE" w14:paraId="3B751A1B" w14:textId="77777777" w:rsidTr="00C065D7">
        <w:tc>
          <w:tcPr>
            <w:tcW w:w="4902" w:type="dxa"/>
          </w:tcPr>
          <w:p w14:paraId="364B214B" w14:textId="00987461" w:rsidR="00222A5E" w:rsidRPr="009C54AE" w:rsidRDefault="00222A5E" w:rsidP="00862B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62B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B4905EC" w14:textId="361A9681" w:rsidR="00222A5E" w:rsidRPr="009C54AE" w:rsidRDefault="005A3BC6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222A5E" w:rsidRPr="009C54AE" w14:paraId="5559F7CF" w14:textId="77777777" w:rsidTr="00C065D7">
        <w:tc>
          <w:tcPr>
            <w:tcW w:w="4902" w:type="dxa"/>
          </w:tcPr>
          <w:p w14:paraId="167762E4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D197993" w14:textId="77777777" w:rsidR="00222A5E" w:rsidRPr="00146188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222A5E" w:rsidRPr="009C54AE" w14:paraId="613B9FB0" w14:textId="77777777" w:rsidTr="00C065D7">
        <w:tc>
          <w:tcPr>
            <w:tcW w:w="4902" w:type="dxa"/>
          </w:tcPr>
          <w:p w14:paraId="7784A054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3607B871" w14:textId="77777777" w:rsidR="00222A5E" w:rsidRPr="00146188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476A1E92" w14:textId="77777777" w:rsidR="00222A5E" w:rsidRPr="009C54AE" w:rsidRDefault="00222A5E" w:rsidP="00222A5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D2395A3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307CCF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430EEF0" w14:textId="77777777" w:rsidR="00222A5E" w:rsidRPr="009C54AE" w:rsidRDefault="00222A5E" w:rsidP="00222A5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222A5E" w:rsidRPr="009C54AE" w14:paraId="7F7FED56" w14:textId="77777777" w:rsidTr="00EE76D4">
        <w:trPr>
          <w:trHeight w:val="397"/>
        </w:trPr>
        <w:tc>
          <w:tcPr>
            <w:tcW w:w="2359" w:type="pct"/>
          </w:tcPr>
          <w:p w14:paraId="644B2994" w14:textId="77777777" w:rsidR="00222A5E" w:rsidRPr="009C54AE" w:rsidRDefault="00222A5E" w:rsidP="00C065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286FC0B" w14:textId="77777777" w:rsidR="00222A5E" w:rsidRPr="009C54AE" w:rsidRDefault="002D29BB" w:rsidP="002D29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222A5E" w:rsidRPr="009C54AE" w14:paraId="67FE041F" w14:textId="77777777" w:rsidTr="00EE76D4">
        <w:trPr>
          <w:trHeight w:val="397"/>
        </w:trPr>
        <w:tc>
          <w:tcPr>
            <w:tcW w:w="2359" w:type="pct"/>
          </w:tcPr>
          <w:p w14:paraId="69C0F70C" w14:textId="77777777" w:rsidR="00222A5E" w:rsidRPr="009C54AE" w:rsidRDefault="00222A5E" w:rsidP="00C065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AD27C79" w14:textId="77777777" w:rsidR="00222A5E" w:rsidRPr="009C54AE" w:rsidRDefault="002D29BB" w:rsidP="002D29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6F1151F" w14:textId="77777777" w:rsidR="00222A5E" w:rsidRPr="009C54AE" w:rsidRDefault="00222A5E" w:rsidP="00222A5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C40367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2FC368A6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22A5E" w:rsidRPr="009C54AE" w14:paraId="59CF1963" w14:textId="77777777" w:rsidTr="79E70B50">
        <w:trPr>
          <w:trHeight w:val="397"/>
        </w:trPr>
        <w:tc>
          <w:tcPr>
            <w:tcW w:w="5000" w:type="pct"/>
          </w:tcPr>
          <w:p w14:paraId="76928729" w14:textId="77777777" w:rsidR="00222A5E" w:rsidRPr="00C30BD1" w:rsidRDefault="00222A5E" w:rsidP="00C065D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E582E72" w14:textId="77777777" w:rsidR="00222A5E" w:rsidRPr="00C30BD1" w:rsidRDefault="00222A5E" w:rsidP="00C065D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Kurek W., Metody oceny rzeczowych przedsięwzięć inwestycyjnych, Wydawnictwo </w:t>
            </w:r>
            <w:proofErr w:type="spellStart"/>
            <w:r w:rsidRPr="00C30BD1">
              <w:rPr>
                <w:rFonts w:ascii="Corbel" w:hAnsi="Corbel"/>
                <w:b w:val="0"/>
                <w:smallCaps w:val="0"/>
                <w:szCs w:val="24"/>
              </w:rPr>
              <w:t>UR</w:t>
            </w:r>
            <w:proofErr w:type="spellEnd"/>
            <w:r w:rsidRPr="00C30BD1">
              <w:rPr>
                <w:rFonts w:ascii="Corbel" w:hAnsi="Corbel"/>
                <w:b w:val="0"/>
                <w:smallCaps w:val="0"/>
                <w:szCs w:val="24"/>
              </w:rPr>
              <w:t>, Rzeszów 2006.</w:t>
            </w:r>
          </w:p>
          <w:p w14:paraId="47FAC3AC" w14:textId="77777777" w:rsidR="00222A5E" w:rsidRPr="00C30BD1" w:rsidRDefault="00222A5E" w:rsidP="00C065D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Pastusiak R., </w:t>
            </w:r>
            <w:r w:rsidRPr="00C30BD1">
              <w:rPr>
                <w:rFonts w:ascii="Corbel" w:hAnsi="Corbel"/>
                <w:b w:val="0"/>
                <w:iCs/>
                <w:smallCaps w:val="0"/>
                <w:szCs w:val="24"/>
              </w:rPr>
              <w:t>Ocena efektywności inwestycji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, Warszawa 201</w:t>
            </w:r>
            <w:r w:rsidRPr="00C30BD1">
              <w:rPr>
                <w:rFonts w:ascii="Corbel" w:hAnsi="Corbel"/>
                <w:b w:val="0"/>
                <w:smallCaps w:val="0"/>
                <w:szCs w:val="24"/>
              </w:rPr>
              <w:t>9.</w:t>
            </w:r>
          </w:p>
          <w:p w14:paraId="7A318BDA" w14:textId="77777777" w:rsidR="00222A5E" w:rsidRPr="00C30BD1" w:rsidRDefault="00222A5E" w:rsidP="00C065D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</w:tc>
      </w:tr>
      <w:tr w:rsidR="00222A5E" w:rsidRPr="009C54AE" w14:paraId="2D625AD7" w14:textId="77777777" w:rsidTr="79E70B50">
        <w:trPr>
          <w:trHeight w:val="397"/>
        </w:trPr>
        <w:tc>
          <w:tcPr>
            <w:tcW w:w="5000" w:type="pct"/>
          </w:tcPr>
          <w:p w14:paraId="790DDA15" w14:textId="77777777" w:rsidR="00222A5E" w:rsidRPr="00C30BD1" w:rsidRDefault="00222A5E" w:rsidP="00C065D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3743FC8" w14:textId="77777777" w:rsidR="00222A5E" w:rsidRPr="00A649DE" w:rsidRDefault="00222A5E" w:rsidP="79E70B5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79E70B50">
              <w:rPr>
                <w:rFonts w:ascii="Corbel" w:hAnsi="Corbel"/>
                <w:b w:val="0"/>
                <w:smallCaps w:val="0"/>
              </w:rPr>
              <w:t>Banaś J., Rzepka B., Ocena efektywności inwestycji, Oficyna Wydawnicza Politechniki Rzeszowskiej, Rzeszów 2019.</w:t>
            </w:r>
          </w:p>
          <w:p w14:paraId="7BABBCF3" w14:textId="77777777" w:rsidR="00222A5E" w:rsidRPr="00A649DE" w:rsidRDefault="00222A5E" w:rsidP="79E70B5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79E70B50">
              <w:rPr>
                <w:rFonts w:ascii="Corbel" w:hAnsi="Corbel"/>
                <w:b w:val="0"/>
                <w:smallCaps w:val="0"/>
              </w:rPr>
              <w:t>Gąsiorkiewicz</w:t>
            </w:r>
            <w:proofErr w:type="spellEnd"/>
            <w:r w:rsidRPr="79E70B50">
              <w:rPr>
                <w:rFonts w:ascii="Corbel" w:hAnsi="Corbel"/>
                <w:b w:val="0"/>
                <w:smallCaps w:val="0"/>
              </w:rPr>
              <w:t xml:space="preserve"> L., </w:t>
            </w:r>
            <w:proofErr w:type="spellStart"/>
            <w:r w:rsidRPr="79E70B50">
              <w:rPr>
                <w:rFonts w:ascii="Corbel" w:hAnsi="Corbel"/>
                <w:b w:val="0"/>
                <w:smallCaps w:val="0"/>
              </w:rPr>
              <w:t>Pazio</w:t>
            </w:r>
            <w:proofErr w:type="spellEnd"/>
            <w:r w:rsidRPr="79E70B50">
              <w:rPr>
                <w:rFonts w:ascii="Corbel" w:hAnsi="Corbel"/>
                <w:b w:val="0"/>
                <w:smallCaps w:val="0"/>
              </w:rPr>
              <w:t xml:space="preserve"> W. J., Mierniki oceny bieżącej i inwestycyjnej działalności przedsiębiorstw, Oficyna Wydawnicza Politechniki Warszawskiej, Warszawa 2017.</w:t>
            </w:r>
          </w:p>
          <w:p w14:paraId="067C9D75" w14:textId="72FED7EE" w:rsidR="00222A5E" w:rsidRPr="00C30BD1" w:rsidRDefault="3A1AA966" w:rsidP="79E70B5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79E70B50">
              <w:rPr>
                <w:rFonts w:ascii="Corbel" w:hAnsi="Corbel"/>
                <w:b w:val="0"/>
                <w:smallCaps w:val="0"/>
                <w:szCs w:val="24"/>
              </w:rPr>
              <w:t>Mazurkiewicz A., Sekurytyzacja aktywów na tle innych metod finansowania, [w:] K. Jaremczuk, J. Posłuszny (red.), Uwarunkowania sukcesu przedsiębiorstwa, Zeszyty Naukowe Wyższej Szkoły Administracji i Zarządzania w Przemyślu, nr 10, Przemyśl 2002.</w:t>
            </w:r>
          </w:p>
          <w:p w14:paraId="75B1499F" w14:textId="77777777" w:rsidR="00222A5E" w:rsidRPr="00977D86" w:rsidRDefault="00222A5E" w:rsidP="79E70B5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79E70B50">
              <w:rPr>
                <w:rFonts w:ascii="Corbel" w:hAnsi="Corbel"/>
                <w:b w:val="0"/>
                <w:smallCaps w:val="0"/>
              </w:rPr>
              <w:t>Wrzosek</w:t>
            </w:r>
            <w:proofErr w:type="spellEnd"/>
            <w:r w:rsidRPr="79E70B50">
              <w:rPr>
                <w:rFonts w:ascii="Corbel" w:hAnsi="Corbel"/>
                <w:b w:val="0"/>
                <w:smallCaps w:val="0"/>
              </w:rPr>
              <w:t xml:space="preserve"> S. (red.), Ocena efektywności inwestycji, Wydawnictwo Uniwersytetu Ekonomicznego we Wrocławiu, Wrocław 2008.</w:t>
            </w:r>
          </w:p>
        </w:tc>
      </w:tr>
    </w:tbl>
    <w:p w14:paraId="3143AA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E4191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A2C57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A7831A" w14:textId="77777777" w:rsidR="00484F39" w:rsidRDefault="00484F39" w:rsidP="00C16ABF">
      <w:pPr>
        <w:spacing w:after="0" w:line="240" w:lineRule="auto"/>
      </w:pPr>
      <w:r>
        <w:separator/>
      </w:r>
    </w:p>
  </w:endnote>
  <w:endnote w:type="continuationSeparator" w:id="0">
    <w:p w14:paraId="5071A900" w14:textId="77777777" w:rsidR="00484F39" w:rsidRDefault="00484F3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A6661A" w14:textId="77777777" w:rsidR="00484F39" w:rsidRDefault="00484F39" w:rsidP="00C16ABF">
      <w:pPr>
        <w:spacing w:after="0" w:line="240" w:lineRule="auto"/>
      </w:pPr>
      <w:r>
        <w:separator/>
      </w:r>
    </w:p>
  </w:footnote>
  <w:footnote w:type="continuationSeparator" w:id="0">
    <w:p w14:paraId="6CC4740A" w14:textId="77777777" w:rsidR="00484F39" w:rsidRDefault="00484F39" w:rsidP="00C16ABF">
      <w:pPr>
        <w:spacing w:after="0" w:line="240" w:lineRule="auto"/>
      </w:pPr>
      <w:r>
        <w:continuationSeparator/>
      </w:r>
    </w:p>
  </w:footnote>
  <w:footnote w:id="1">
    <w:p w14:paraId="7DCC2394" w14:textId="77777777" w:rsidR="004301FA" w:rsidRDefault="004301F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D2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5A5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4E4"/>
    <w:rsid w:val="00192F37"/>
    <w:rsid w:val="001A70D2"/>
    <w:rsid w:val="001C1A5A"/>
    <w:rsid w:val="001D657B"/>
    <w:rsid w:val="001D7B54"/>
    <w:rsid w:val="001E0209"/>
    <w:rsid w:val="001F2CA2"/>
    <w:rsid w:val="002144C0"/>
    <w:rsid w:val="00215FA7"/>
    <w:rsid w:val="00222A5E"/>
    <w:rsid w:val="0022477D"/>
    <w:rsid w:val="002278A9"/>
    <w:rsid w:val="002336F9"/>
    <w:rsid w:val="00233A69"/>
    <w:rsid w:val="0024028F"/>
    <w:rsid w:val="00241C76"/>
    <w:rsid w:val="00244ABC"/>
    <w:rsid w:val="00281FF2"/>
    <w:rsid w:val="002857DE"/>
    <w:rsid w:val="00291567"/>
    <w:rsid w:val="002960D1"/>
    <w:rsid w:val="002A22BF"/>
    <w:rsid w:val="002A2389"/>
    <w:rsid w:val="002A671D"/>
    <w:rsid w:val="002B09B2"/>
    <w:rsid w:val="002B4D55"/>
    <w:rsid w:val="002B5EA0"/>
    <w:rsid w:val="002B6119"/>
    <w:rsid w:val="002C1F06"/>
    <w:rsid w:val="002C46FB"/>
    <w:rsid w:val="002D29BB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27D6"/>
    <w:rsid w:val="003D6CE2"/>
    <w:rsid w:val="003E1941"/>
    <w:rsid w:val="003E2FE6"/>
    <w:rsid w:val="003E49D5"/>
    <w:rsid w:val="003F205D"/>
    <w:rsid w:val="003F38C0"/>
    <w:rsid w:val="003F6E1D"/>
    <w:rsid w:val="00407713"/>
    <w:rsid w:val="00414E3C"/>
    <w:rsid w:val="0042244A"/>
    <w:rsid w:val="0042745A"/>
    <w:rsid w:val="004301F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F39"/>
    <w:rsid w:val="00490F7D"/>
    <w:rsid w:val="00491678"/>
    <w:rsid w:val="004968E2"/>
    <w:rsid w:val="004A3EEA"/>
    <w:rsid w:val="004A4D1F"/>
    <w:rsid w:val="004A61E8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4316"/>
    <w:rsid w:val="0056696D"/>
    <w:rsid w:val="0059484D"/>
    <w:rsid w:val="005A0855"/>
    <w:rsid w:val="005A133C"/>
    <w:rsid w:val="005A3196"/>
    <w:rsid w:val="005A3BC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4CB1"/>
    <w:rsid w:val="006851BA"/>
    <w:rsid w:val="00696477"/>
    <w:rsid w:val="006A368A"/>
    <w:rsid w:val="006C56D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77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2B61"/>
    <w:rsid w:val="00884922"/>
    <w:rsid w:val="00885F64"/>
    <w:rsid w:val="008917F9"/>
    <w:rsid w:val="00893CFD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12C"/>
    <w:rsid w:val="009E0543"/>
    <w:rsid w:val="009E3B41"/>
    <w:rsid w:val="009F3C5C"/>
    <w:rsid w:val="009F4610"/>
    <w:rsid w:val="00A00ECC"/>
    <w:rsid w:val="00A155EE"/>
    <w:rsid w:val="00A16363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F31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F9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1512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7F0"/>
    <w:rsid w:val="00C61DC5"/>
    <w:rsid w:val="00C67E92"/>
    <w:rsid w:val="00C70A26"/>
    <w:rsid w:val="00C766DF"/>
    <w:rsid w:val="00C809F9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0F8"/>
    <w:rsid w:val="00E129B8"/>
    <w:rsid w:val="00E21E7D"/>
    <w:rsid w:val="00E22FBC"/>
    <w:rsid w:val="00E24BF5"/>
    <w:rsid w:val="00E25338"/>
    <w:rsid w:val="00E51E44"/>
    <w:rsid w:val="00E63348"/>
    <w:rsid w:val="00E661B9"/>
    <w:rsid w:val="00E73F52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6D4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7383"/>
    <w:rsid w:val="00FD503F"/>
    <w:rsid w:val="00FD7589"/>
    <w:rsid w:val="00FF016A"/>
    <w:rsid w:val="00FF1401"/>
    <w:rsid w:val="00FF5E7D"/>
    <w:rsid w:val="0431D7B8"/>
    <w:rsid w:val="0E516540"/>
    <w:rsid w:val="0FFFA954"/>
    <w:rsid w:val="1570FE42"/>
    <w:rsid w:val="1916D41F"/>
    <w:rsid w:val="217A73B0"/>
    <w:rsid w:val="292DD574"/>
    <w:rsid w:val="313FF754"/>
    <w:rsid w:val="33AE74C5"/>
    <w:rsid w:val="388F8742"/>
    <w:rsid w:val="3A1AA966"/>
    <w:rsid w:val="3BACD5DC"/>
    <w:rsid w:val="3EB54CF3"/>
    <w:rsid w:val="40C41D7B"/>
    <w:rsid w:val="4A5DE837"/>
    <w:rsid w:val="4B1B585B"/>
    <w:rsid w:val="4B507539"/>
    <w:rsid w:val="4D897826"/>
    <w:rsid w:val="4E06DCDA"/>
    <w:rsid w:val="5162C661"/>
    <w:rsid w:val="522EE916"/>
    <w:rsid w:val="540650D2"/>
    <w:rsid w:val="5713848E"/>
    <w:rsid w:val="58248206"/>
    <w:rsid w:val="5EABE8C7"/>
    <w:rsid w:val="5EADF249"/>
    <w:rsid w:val="653822E7"/>
    <w:rsid w:val="6ADC91C2"/>
    <w:rsid w:val="6BF2A4B7"/>
    <w:rsid w:val="6C06ED37"/>
    <w:rsid w:val="6DA4E289"/>
    <w:rsid w:val="72B493C7"/>
    <w:rsid w:val="7538105B"/>
    <w:rsid w:val="76A3BE62"/>
    <w:rsid w:val="7854075E"/>
    <w:rsid w:val="79E70B50"/>
    <w:rsid w:val="7A1146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C725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62B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62B61"/>
  </w:style>
  <w:style w:type="character" w:customStyle="1" w:styleId="spellingerror">
    <w:name w:val="spellingerror"/>
    <w:basedOn w:val="Domylnaczcionkaakapitu"/>
    <w:rsid w:val="00862B61"/>
  </w:style>
  <w:style w:type="character" w:customStyle="1" w:styleId="eop">
    <w:name w:val="eop"/>
    <w:basedOn w:val="Domylnaczcionkaakapitu"/>
    <w:rsid w:val="00862B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62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0307C-74B7-4071-B93F-A5F93047A0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F0F958-A580-491B-A470-E458566C63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ECC3340-9450-49BD-84D6-B17FD7B15B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8B589F-2D75-4C26-A783-9028B8EF2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934</Words>
  <Characters>5605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32</cp:revision>
  <cp:lastPrinted>2019-02-06T12:12:00Z</cp:lastPrinted>
  <dcterms:created xsi:type="dcterms:W3CDTF">2020-10-12T13:00:00Z</dcterms:created>
  <dcterms:modified xsi:type="dcterms:W3CDTF">2021-11-02T08:58:00Z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